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0A9C7" w14:textId="77777777" w:rsidR="000531B6" w:rsidRDefault="000531B6" w:rsidP="00325F23">
      <w:pPr>
        <w:pStyle w:val="affa"/>
      </w:pPr>
    </w:p>
    <w:p w14:paraId="59248900" w14:textId="47448533" w:rsidR="000531B6" w:rsidRPr="00057DC4" w:rsidRDefault="000531B6" w:rsidP="00325F23">
      <w:pPr>
        <w:pStyle w:val="affa"/>
        <w:rPr>
          <w:rFonts w:eastAsia="Arial" w:cs="Arial"/>
          <w:b w:val="0"/>
          <w:color w:val="262626" w:themeColor="text1" w:themeTint="D9"/>
          <w:sz w:val="20"/>
        </w:rPr>
      </w:pPr>
      <w:r w:rsidRPr="00057DC4">
        <w:rPr>
          <w:rFonts w:eastAsia="Arial" w:cs="Arial"/>
          <w:b w:val="0"/>
          <w:color w:val="262626" w:themeColor="text1" w:themeTint="D9"/>
          <w:sz w:val="20"/>
        </w:rPr>
        <w:t>П</w:t>
      </w:r>
      <w:r w:rsidR="00722F45" w:rsidRPr="00057DC4">
        <w:rPr>
          <w:rFonts w:eastAsia="Arial" w:cs="Arial"/>
          <w:b w:val="0"/>
          <w:color w:val="262626" w:themeColor="text1" w:themeTint="D9"/>
          <w:sz w:val="20"/>
        </w:rPr>
        <w:t>риложе</w:t>
      </w:r>
      <w:r w:rsidRPr="00057DC4">
        <w:rPr>
          <w:rFonts w:eastAsia="Arial" w:cs="Arial"/>
          <w:b w:val="0"/>
          <w:color w:val="262626" w:themeColor="text1" w:themeTint="D9"/>
          <w:sz w:val="20"/>
        </w:rPr>
        <w:t>ние №1</w:t>
      </w:r>
      <w:r w:rsidR="006748C2" w:rsidRPr="00057DC4">
        <w:rPr>
          <w:rFonts w:eastAsia="Arial" w:cs="Arial"/>
          <w:b w:val="0"/>
          <w:color w:val="262626" w:themeColor="text1" w:themeTint="D9"/>
          <w:sz w:val="20"/>
        </w:rPr>
        <w:t>4</w:t>
      </w:r>
    </w:p>
    <w:p w14:paraId="762FADDF" w14:textId="740E06B7" w:rsidR="00325F23" w:rsidRDefault="00325F23" w:rsidP="00325F23">
      <w:pPr>
        <w:pStyle w:val="affa"/>
      </w:pPr>
      <w:r>
        <w:t xml:space="preserve">Поручение на сделку на ИТП </w:t>
      </w:r>
    </w:p>
    <w:p w14:paraId="1E2E47E3" w14:textId="77777777" w:rsidR="00301F04" w:rsidRDefault="00325F23" w:rsidP="006F4C42">
      <w:pPr>
        <w:pStyle w:val="24"/>
      </w:pPr>
      <w:r>
        <w:t xml:space="preserve">№_____ от </w:t>
      </w:r>
      <w:r w:rsidR="00806649">
        <w:t>_____</w:t>
      </w:r>
      <w:r w:rsidR="00806649" w:rsidRPr="00806649">
        <w:t xml:space="preserve"> / </w:t>
      </w:r>
      <w:r w:rsidR="00806649">
        <w:t>_____</w:t>
      </w:r>
      <w:r w:rsidR="00806649" w:rsidRPr="006F4C42">
        <w:t xml:space="preserve"> / </w:t>
      </w:r>
      <w:r w:rsidR="006F4C42">
        <w:t>_____</w:t>
      </w:r>
    </w:p>
    <w:p w14:paraId="70889D50" w14:textId="77777777" w:rsidR="00325F23" w:rsidRDefault="00325F23" w:rsidP="00325F23">
      <w:pPr>
        <w:pStyle w:val="af1"/>
      </w:pPr>
    </w:p>
    <w:p w14:paraId="4407FBB3" w14:textId="77777777" w:rsidR="00301F04" w:rsidRDefault="00301F04" w:rsidP="009F629D">
      <w:pPr>
        <w:pStyle w:val="af5"/>
      </w:pPr>
      <w:r>
        <w:t>Сведения о клиенте:</w:t>
      </w:r>
    </w:p>
    <w:p w14:paraId="014FE2C4" w14:textId="77777777" w:rsidR="00301F04" w:rsidRDefault="00301F04" w:rsidP="00325F23">
      <w:pPr>
        <w:pStyle w:val="af3"/>
      </w:pPr>
      <w:r>
        <w:t>ФИО / Наименование ________________________________________________</w:t>
      </w:r>
      <w:r w:rsidR="00325F23">
        <w:t>_______</w:t>
      </w:r>
      <w:r>
        <w:t>_______________________</w:t>
      </w:r>
    </w:p>
    <w:p w14:paraId="70BB196B" w14:textId="77777777" w:rsidR="00301F04" w:rsidRDefault="00301F04" w:rsidP="00325F23">
      <w:pPr>
        <w:pStyle w:val="af3"/>
      </w:pPr>
      <w:r>
        <w:t>Инвестиционный счет №:</w:t>
      </w:r>
      <w:r>
        <w:tab/>
        <w:t xml:space="preserve">__________________________________ </w:t>
      </w:r>
      <w:r w:rsidRPr="00053E45">
        <w:t>№ и дата договора:</w:t>
      </w:r>
      <w:r>
        <w:t xml:space="preserve"> ________________________</w:t>
      </w:r>
    </w:p>
    <w:p w14:paraId="54CB221F" w14:textId="77777777" w:rsidR="00301F04" w:rsidRDefault="00301F04" w:rsidP="00325F23">
      <w:pPr>
        <w:pStyle w:val="af3"/>
      </w:pPr>
    </w:p>
    <w:p w14:paraId="0FE8D535" w14:textId="77777777" w:rsidR="006F7EA6" w:rsidRDefault="006F7EA6" w:rsidP="00293685">
      <w:pPr>
        <w:pStyle w:val="af1"/>
      </w:pPr>
    </w:p>
    <w:p w14:paraId="724812D7" w14:textId="77777777" w:rsidR="00F65365" w:rsidRDefault="00F65365" w:rsidP="00F65365">
      <w:pPr>
        <w:pStyle w:val="af5"/>
      </w:pPr>
      <w:r>
        <w:t>Параметры сделки:</w:t>
      </w:r>
    </w:p>
    <w:p w14:paraId="5207B1F9" w14:textId="77777777" w:rsidR="00F65365" w:rsidRPr="00325F23" w:rsidRDefault="00F65365" w:rsidP="00325F23">
      <w:pPr>
        <w:pStyle w:val="af3"/>
      </w:pPr>
      <w:r>
        <w:t>Вид сделки (по</w:t>
      </w:r>
      <w:r w:rsidR="00325F23">
        <w:t>купка / продажа</w:t>
      </w:r>
      <w:r>
        <w:t xml:space="preserve">) </w:t>
      </w:r>
      <w:r w:rsidRPr="00D270DE">
        <w:t>_____________</w:t>
      </w:r>
      <w:r>
        <w:t>_</w:t>
      </w:r>
      <w:r w:rsidRPr="00D270DE">
        <w:t>_____________________________________</w:t>
      </w:r>
      <w:r>
        <w:t>_____________</w:t>
      </w:r>
      <w:r w:rsidR="00325F23">
        <w:t>______</w:t>
      </w:r>
    </w:p>
    <w:p w14:paraId="0C437EA4" w14:textId="77777777" w:rsidR="00F65365" w:rsidRDefault="00325F23" w:rsidP="00325F23">
      <w:pPr>
        <w:pStyle w:val="af3"/>
      </w:pPr>
      <w:r>
        <w:t>Срок действия поручения</w:t>
      </w:r>
      <w:r w:rsidR="00F65365">
        <w:t xml:space="preserve"> </w:t>
      </w:r>
      <w:r>
        <w:t>____________</w:t>
      </w:r>
      <w:r w:rsidR="00F65365">
        <w:t>_____</w:t>
      </w:r>
      <w:r>
        <w:t xml:space="preserve"> Условия платежа (счет брокера / счет клиента) ____</w:t>
      </w:r>
      <w:r w:rsidR="00F65365" w:rsidRPr="00D270DE">
        <w:t>______</w:t>
      </w:r>
      <w:r>
        <w:t>____</w:t>
      </w:r>
      <w:r w:rsidR="00F65365" w:rsidRPr="00D270DE">
        <w:t>___</w:t>
      </w:r>
    </w:p>
    <w:p w14:paraId="145E239C" w14:textId="77777777" w:rsidR="00F65365" w:rsidRDefault="00325F23" w:rsidP="00325F23">
      <w:pPr>
        <w:pStyle w:val="af3"/>
      </w:pPr>
      <w:r>
        <w:t xml:space="preserve">Эмитент </w:t>
      </w:r>
      <w:r w:rsidR="00F65365">
        <w:t>_________________________________________________________________</w:t>
      </w:r>
      <w:r>
        <w:t>____</w:t>
      </w:r>
      <w:r w:rsidR="00F65365">
        <w:t>____</w:t>
      </w:r>
      <w:r w:rsidR="00615C8C">
        <w:t>___</w:t>
      </w:r>
      <w:r w:rsidR="00F65365">
        <w:t>_____________</w:t>
      </w:r>
    </w:p>
    <w:p w14:paraId="7A88DCD4" w14:textId="77777777" w:rsidR="00F65365" w:rsidRDefault="00325F23" w:rsidP="00325F23">
      <w:pPr>
        <w:pStyle w:val="af3"/>
      </w:pPr>
      <w:r>
        <w:t>Вид</w:t>
      </w:r>
      <w:r w:rsidR="00F65365">
        <w:t xml:space="preserve"> ЦБ _____________________________________</w:t>
      </w:r>
      <w:r>
        <w:t xml:space="preserve"> Кол-во ЦБ </w:t>
      </w:r>
      <w:r w:rsidR="00F65365">
        <w:t>_______</w:t>
      </w:r>
      <w:r>
        <w:t>__</w:t>
      </w:r>
      <w:r w:rsidR="00F65365">
        <w:t>__________________________________</w:t>
      </w:r>
    </w:p>
    <w:p w14:paraId="6F8CA3F4" w14:textId="77777777" w:rsidR="00F65365" w:rsidRDefault="00F65365" w:rsidP="00325F23">
      <w:pPr>
        <w:pStyle w:val="af3"/>
      </w:pPr>
      <w:r>
        <w:t>Цена</w:t>
      </w:r>
      <w:r w:rsidR="00325F23">
        <w:t xml:space="preserve"> / Валюта цены</w:t>
      </w:r>
      <w:r>
        <w:t xml:space="preserve"> (или условия определения цены) ____________</w:t>
      </w:r>
      <w:r w:rsidR="00325F23">
        <w:t>____________________</w:t>
      </w:r>
      <w:r>
        <w:t>___________________</w:t>
      </w:r>
    </w:p>
    <w:p w14:paraId="017ABA0F" w14:textId="77777777" w:rsidR="00F65365" w:rsidRDefault="00325F23" w:rsidP="00325F23">
      <w:pPr>
        <w:pStyle w:val="af3"/>
      </w:pPr>
      <w:r>
        <w:t>Валюта платежа _______________________________________</w:t>
      </w:r>
      <w:r w:rsidR="00F65365">
        <w:t>___________________________________________</w:t>
      </w:r>
    </w:p>
    <w:p w14:paraId="5C409303" w14:textId="77777777" w:rsidR="00325F23" w:rsidRDefault="00325F23" w:rsidP="00325F23">
      <w:pPr>
        <w:pStyle w:val="af3"/>
      </w:pPr>
      <w:r>
        <w:rPr>
          <w:lang w:val="en-US"/>
        </w:rPr>
        <w:t>ISIN</w:t>
      </w:r>
      <w:r w:rsidRPr="00325F23">
        <w:t xml:space="preserve">, </w:t>
      </w:r>
      <w:r>
        <w:rPr>
          <w:lang w:val="en-US"/>
        </w:rPr>
        <w:t>CFI</w:t>
      </w:r>
      <w:r>
        <w:t xml:space="preserve"> ___________________________________</w:t>
      </w:r>
      <w:r w:rsidRPr="00325F23">
        <w:t xml:space="preserve"> </w:t>
      </w:r>
      <w:r>
        <w:t>Место заключения______________________________________</w:t>
      </w:r>
    </w:p>
    <w:p w14:paraId="3454B175" w14:textId="77777777" w:rsidR="00F65365" w:rsidRDefault="00F65365" w:rsidP="00325F23">
      <w:pPr>
        <w:pStyle w:val="af3"/>
      </w:pPr>
    </w:p>
    <w:p w14:paraId="3028B2DE" w14:textId="77777777" w:rsidR="00F65365" w:rsidRDefault="00F65365" w:rsidP="00325F23">
      <w:pPr>
        <w:pStyle w:val="af3"/>
      </w:pPr>
    </w:p>
    <w:p w14:paraId="2462AE90" w14:textId="77777777" w:rsidR="00F65365" w:rsidRDefault="00F65365" w:rsidP="00325F23">
      <w:pPr>
        <w:pStyle w:val="af3"/>
      </w:pPr>
      <w:r>
        <w:t>Дополнительные условия__________________________________________________________________________</w:t>
      </w:r>
    </w:p>
    <w:p w14:paraId="78CFA1D3" w14:textId="77777777" w:rsidR="00F65365" w:rsidRDefault="00F65365" w:rsidP="00293685">
      <w:pPr>
        <w:pStyle w:val="af1"/>
      </w:pPr>
    </w:p>
    <w:p w14:paraId="508021D9" w14:textId="77777777" w:rsidR="007A3BA7" w:rsidRDefault="007A3BA7" w:rsidP="00325F23">
      <w:pPr>
        <w:pStyle w:val="af3"/>
      </w:pPr>
      <w:r>
        <w:t xml:space="preserve">Подпись Клиента ________________________ /_____________________/ </w:t>
      </w:r>
      <w:r>
        <w:tab/>
      </w:r>
      <w:r>
        <w:tab/>
        <w:t xml:space="preserve">            Дата ____/_____/_____</w:t>
      </w:r>
    </w:p>
    <w:p w14:paraId="5E9F67F5" w14:textId="77777777" w:rsidR="00F65365" w:rsidRDefault="007A3BA7" w:rsidP="00325F23">
      <w:pPr>
        <w:pStyle w:val="afff0"/>
      </w:pP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482FCF">
        <w:t xml:space="preserve">(Подпись) </w:t>
      </w:r>
      <w:r w:rsidRPr="00482FCF">
        <w:tab/>
      </w:r>
      <w:proofErr w:type="gramStart"/>
      <w:r w:rsidRPr="00482FCF">
        <w:tab/>
        <w:t xml:space="preserve">  </w:t>
      </w:r>
      <w:r>
        <w:tab/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2FCF">
        <w:tab/>
      </w:r>
      <w:r>
        <w:t xml:space="preserve"> </w:t>
      </w:r>
      <w:r w:rsidRPr="00482FCF">
        <w:t xml:space="preserve">     (ФИО</w:t>
      </w:r>
      <w:r>
        <w:t xml:space="preserve">) </w:t>
      </w:r>
    </w:p>
    <w:p w14:paraId="246411F3" w14:textId="77777777" w:rsidR="00325F23" w:rsidRDefault="00325F23" w:rsidP="00325F23">
      <w:pPr>
        <w:pStyle w:val="af7"/>
      </w:pPr>
    </w:p>
    <w:p w14:paraId="2E1158FE" w14:textId="77777777" w:rsidR="00F65365" w:rsidRDefault="00325F23" w:rsidP="00325F23">
      <w:pPr>
        <w:pStyle w:val="af7"/>
      </w:pPr>
      <w:r>
        <w:t>М.П</w:t>
      </w:r>
    </w:p>
    <w:p w14:paraId="6A8FC736" w14:textId="77777777" w:rsidR="00325F23" w:rsidRDefault="00325F23" w:rsidP="00F65365">
      <w:pPr>
        <w:pStyle w:val="20"/>
        <w:numPr>
          <w:ilvl w:val="0"/>
          <w:numId w:val="0"/>
        </w:numPr>
        <w:rPr>
          <w:lang w:val="ru-RU"/>
        </w:rPr>
      </w:pPr>
    </w:p>
    <w:p w14:paraId="28DA52A3" w14:textId="77777777" w:rsidR="00325F23" w:rsidRDefault="00325F23" w:rsidP="00F65365">
      <w:pPr>
        <w:pStyle w:val="20"/>
        <w:numPr>
          <w:ilvl w:val="0"/>
          <w:numId w:val="0"/>
        </w:numPr>
        <w:rPr>
          <w:lang w:val="ru-RU"/>
        </w:rPr>
      </w:pPr>
    </w:p>
    <w:p w14:paraId="5AA0FFE5" w14:textId="77777777" w:rsidR="00325F23" w:rsidRDefault="00325F23" w:rsidP="00F65365">
      <w:pPr>
        <w:pStyle w:val="20"/>
        <w:numPr>
          <w:ilvl w:val="0"/>
          <w:numId w:val="0"/>
        </w:numPr>
        <w:rPr>
          <w:lang w:val="ru-RU"/>
        </w:rPr>
      </w:pPr>
    </w:p>
    <w:p w14:paraId="6D85D55F" w14:textId="77777777" w:rsidR="00F65365" w:rsidRDefault="00F65365" w:rsidP="00F65365">
      <w:pPr>
        <w:pStyle w:val="af1"/>
      </w:pPr>
      <w:r>
        <w:t>Служебные отметки</w:t>
      </w:r>
    </w:p>
    <w:p w14:paraId="42578DE8" w14:textId="77777777" w:rsidR="00F65365" w:rsidRDefault="00F65365" w:rsidP="00F65365">
      <w:pPr>
        <w:pStyle w:val="af5"/>
      </w:pPr>
      <w:r>
        <w:t>Принято:</w:t>
      </w:r>
    </w:p>
    <w:tbl>
      <w:tblPr>
        <w:tblStyle w:val="14"/>
        <w:tblW w:w="0" w:type="auto"/>
        <w:tblLayout w:type="fixed"/>
        <w:tblLook w:val="04A0" w:firstRow="1" w:lastRow="0" w:firstColumn="1" w:lastColumn="0" w:noHBand="0" w:noVBand="1"/>
      </w:tblPr>
      <w:tblGrid>
        <w:gridCol w:w="3233"/>
        <w:gridCol w:w="3120"/>
        <w:gridCol w:w="4420"/>
      </w:tblGrid>
      <w:tr w:rsidR="00F65365" w:rsidRPr="001C0B46" w14:paraId="4E1F2F51" w14:textId="77777777" w:rsidTr="004732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3233" w:type="dxa"/>
          </w:tcPr>
          <w:p w14:paraId="33EBC271" w14:textId="77777777" w:rsidR="00F65365" w:rsidRPr="00C77EF1" w:rsidRDefault="00F65365" w:rsidP="00EE2FA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 xml:space="preserve">Дата получения </w:t>
            </w:r>
            <w:r w:rsidR="00EE2FA7">
              <w:rPr>
                <w:rFonts w:ascii="Arial" w:hAnsi="Arial" w:cs="Arial"/>
                <w:b/>
                <w:sz w:val="16"/>
                <w:szCs w:val="16"/>
              </w:rPr>
              <w:t>поручения</w:t>
            </w:r>
          </w:p>
        </w:tc>
        <w:tc>
          <w:tcPr>
            <w:tcW w:w="3120" w:type="dxa"/>
          </w:tcPr>
          <w:p w14:paraId="768F35A0" w14:textId="77777777" w:rsidR="00F65365" w:rsidRPr="00C77EF1" w:rsidRDefault="00F65365" w:rsidP="00EE2FA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 xml:space="preserve">Время получения </w:t>
            </w:r>
            <w:r w:rsidR="00EE2FA7">
              <w:rPr>
                <w:rFonts w:ascii="Arial" w:hAnsi="Arial" w:cs="Arial"/>
                <w:b/>
                <w:sz w:val="16"/>
                <w:szCs w:val="16"/>
              </w:rPr>
              <w:t>поручения</w:t>
            </w:r>
          </w:p>
        </w:tc>
        <w:tc>
          <w:tcPr>
            <w:tcW w:w="4420" w:type="dxa"/>
          </w:tcPr>
          <w:p w14:paraId="6F092D63" w14:textId="77777777" w:rsidR="00F65365" w:rsidRPr="00C77EF1" w:rsidRDefault="00F65365" w:rsidP="00EE2FA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 xml:space="preserve">Сотрудник, принявший </w:t>
            </w:r>
            <w:r w:rsidR="00EE2FA7">
              <w:rPr>
                <w:rFonts w:ascii="Arial" w:hAnsi="Arial" w:cs="Arial"/>
                <w:b/>
                <w:sz w:val="16"/>
                <w:szCs w:val="16"/>
              </w:rPr>
              <w:t>поручение</w:t>
            </w:r>
          </w:p>
        </w:tc>
      </w:tr>
      <w:tr w:rsidR="00F65365" w:rsidRPr="001C0B46" w14:paraId="07321CBF" w14:textId="77777777" w:rsidTr="004732B4">
        <w:trPr>
          <w:trHeight w:val="450"/>
        </w:trPr>
        <w:tc>
          <w:tcPr>
            <w:tcW w:w="3233" w:type="dxa"/>
          </w:tcPr>
          <w:p w14:paraId="1D67161D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«___» _______________ 20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1C0B46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3120" w:type="dxa"/>
          </w:tcPr>
          <w:p w14:paraId="16C8084A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__:__:__</w:t>
            </w:r>
          </w:p>
        </w:tc>
        <w:tc>
          <w:tcPr>
            <w:tcW w:w="4420" w:type="dxa"/>
          </w:tcPr>
          <w:p w14:paraId="12F2C9BD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_______________________________</w:t>
            </w:r>
          </w:p>
        </w:tc>
      </w:tr>
    </w:tbl>
    <w:p w14:paraId="288590FF" w14:textId="77777777" w:rsidR="00F65365" w:rsidRPr="00976278" w:rsidRDefault="00F65365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  <w:rPr>
          <w:lang w:val="ru-RU"/>
        </w:rPr>
      </w:pPr>
    </w:p>
    <w:sectPr w:rsidR="00F65365" w:rsidRPr="00976278" w:rsidSect="008258A0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BCE8D7" w14:textId="77777777" w:rsidR="007C7592" w:rsidRDefault="007C7592">
      <w:r>
        <w:separator/>
      </w:r>
    </w:p>
  </w:endnote>
  <w:endnote w:type="continuationSeparator" w:id="0">
    <w:p w14:paraId="363552AE" w14:textId="77777777" w:rsidR="007C7592" w:rsidRDefault="007C7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hAnsi="Arial" w:cs="Arial"/>
        <w:color w:val="7F7F7F" w:themeColor="text1" w:themeTint="80"/>
        <w:sz w:val="18"/>
        <w:szCs w:val="18"/>
      </w:rPr>
    </w:sdtEndPr>
    <w:sdtContent>
      <w:p w14:paraId="7B09FEB2" w14:textId="77777777" w:rsidR="00053E45" w:rsidRPr="00EF2710" w:rsidRDefault="00053E45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65CB6251" wp14:editId="468797DD">
              <wp:simplePos x="0" y="0"/>
              <wp:positionH relativeFrom="column">
                <wp:posOffset>-510540</wp:posOffset>
              </wp:positionH>
              <wp:positionV relativeFrom="page">
                <wp:posOffset>9910445</wp:posOffset>
              </wp:positionV>
              <wp:extent cx="7861300" cy="146685"/>
              <wp:effectExtent l="0" t="0" r="0" b="5715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1300" cy="1466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EF2710">
          <w:rPr>
            <w:rStyle w:val="af8"/>
          </w:rPr>
          <w:fldChar w:fldCharType="begin"/>
        </w:r>
        <w:r w:rsidRPr="00EF2710">
          <w:rPr>
            <w:rStyle w:val="af8"/>
          </w:rPr>
          <w:instrText>PAGE   \* MERGEFORMAT</w:instrText>
        </w:r>
        <w:r w:rsidRPr="00EF2710">
          <w:rPr>
            <w:rStyle w:val="af8"/>
          </w:rPr>
          <w:fldChar w:fldCharType="separate"/>
        </w:r>
        <w:r w:rsidR="00325F23">
          <w:rPr>
            <w:rStyle w:val="af8"/>
            <w:noProof/>
          </w:rPr>
          <w:t>1</w:t>
        </w:r>
        <w:r w:rsidRPr="00EF2710">
          <w:rPr>
            <w:rStyle w:val="af8"/>
          </w:rPr>
          <w:fldChar w:fldCharType="end"/>
        </w:r>
      </w:p>
    </w:sdtContent>
  </w:sdt>
  <w:p w14:paraId="497CEE12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46087" w14:textId="77777777" w:rsidR="00053E45" w:rsidRDefault="00053E45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1C6ED18E" wp14:editId="6269E42A">
          <wp:simplePos x="0" y="0"/>
          <wp:positionH relativeFrom="column">
            <wp:posOffset>-495300</wp:posOffset>
          </wp:positionH>
          <wp:positionV relativeFrom="page">
            <wp:posOffset>9919335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779592" w14:textId="77777777" w:rsidR="007C7592" w:rsidRDefault="007C7592">
      <w:r>
        <w:separator/>
      </w:r>
    </w:p>
  </w:footnote>
  <w:footnote w:type="continuationSeparator" w:id="0">
    <w:p w14:paraId="0B6A8529" w14:textId="77777777" w:rsidR="007C7592" w:rsidRDefault="007C7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426D2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244C20B2" wp14:editId="178F0BFB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22012F" w14:textId="77777777" w:rsidR="00053E45" w:rsidRDefault="00053E45">
    <w:pPr>
      <w:pStyle w:val="a5"/>
      <w:spacing w:line="14" w:lineRule="auto"/>
      <w:ind w:left="0" w:firstLine="0"/>
    </w:pPr>
  </w:p>
  <w:p w14:paraId="09945012" w14:textId="77777777" w:rsidR="00053E45" w:rsidRDefault="00053E45">
    <w:pPr>
      <w:pStyle w:val="a5"/>
      <w:spacing w:line="14" w:lineRule="auto"/>
      <w:ind w:left="0" w:firstLine="0"/>
    </w:pPr>
  </w:p>
  <w:p w14:paraId="19D06B3A" w14:textId="77777777" w:rsidR="00053E45" w:rsidRDefault="00053E45">
    <w:pPr>
      <w:pStyle w:val="a5"/>
      <w:spacing w:line="14" w:lineRule="auto"/>
      <w:ind w:left="0" w:firstLine="0"/>
    </w:pPr>
  </w:p>
  <w:p w14:paraId="6BAE5BBF" w14:textId="77777777" w:rsidR="00053E45" w:rsidRDefault="00053E45">
    <w:pPr>
      <w:pStyle w:val="a5"/>
      <w:spacing w:line="14" w:lineRule="auto"/>
      <w:ind w:left="0" w:firstLine="0"/>
    </w:pPr>
  </w:p>
  <w:p w14:paraId="1B0299C3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78A0C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5AD9DC57" wp14:editId="72E6D463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9" type="#_x0000_t75" style="width:11.4pt;height:11.4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4297894">
    <w:abstractNumId w:val="10"/>
  </w:num>
  <w:num w:numId="2" w16cid:durableId="411393876">
    <w:abstractNumId w:val="14"/>
  </w:num>
  <w:num w:numId="3" w16cid:durableId="1485900240">
    <w:abstractNumId w:val="12"/>
  </w:num>
  <w:num w:numId="4" w16cid:durableId="943461734">
    <w:abstractNumId w:val="17"/>
  </w:num>
  <w:num w:numId="5" w16cid:durableId="112792606">
    <w:abstractNumId w:val="3"/>
  </w:num>
  <w:num w:numId="6" w16cid:durableId="1881741311">
    <w:abstractNumId w:val="15"/>
  </w:num>
  <w:num w:numId="7" w16cid:durableId="1953004686">
    <w:abstractNumId w:val="8"/>
  </w:num>
  <w:num w:numId="8" w16cid:durableId="1286742045">
    <w:abstractNumId w:val="11"/>
  </w:num>
  <w:num w:numId="9" w16cid:durableId="636494042">
    <w:abstractNumId w:val="16"/>
  </w:num>
  <w:num w:numId="10" w16cid:durableId="213322622">
    <w:abstractNumId w:val="19"/>
  </w:num>
  <w:num w:numId="11" w16cid:durableId="709572224">
    <w:abstractNumId w:val="2"/>
  </w:num>
  <w:num w:numId="12" w16cid:durableId="264188488">
    <w:abstractNumId w:val="18"/>
  </w:num>
  <w:num w:numId="13" w16cid:durableId="318701953">
    <w:abstractNumId w:val="13"/>
  </w:num>
  <w:num w:numId="14" w16cid:durableId="1104150572">
    <w:abstractNumId w:val="7"/>
  </w:num>
  <w:num w:numId="15" w16cid:durableId="839470808">
    <w:abstractNumId w:val="6"/>
  </w:num>
  <w:num w:numId="16" w16cid:durableId="1445614786">
    <w:abstractNumId w:val="4"/>
  </w:num>
  <w:num w:numId="17" w16cid:durableId="550532538">
    <w:abstractNumId w:val="0"/>
  </w:num>
  <w:num w:numId="18" w16cid:durableId="340085794">
    <w:abstractNumId w:val="9"/>
  </w:num>
  <w:num w:numId="19" w16cid:durableId="2142066647">
    <w:abstractNumId w:val="1"/>
  </w:num>
  <w:num w:numId="20" w16cid:durableId="1565332552">
    <w:abstractNumId w:val="5"/>
  </w:num>
  <w:num w:numId="21" w16cid:durableId="1933272782">
    <w:abstractNumId w:val="20"/>
  </w:num>
  <w:num w:numId="22" w16cid:durableId="18350231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184766780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53951558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805663970">
    <w:abstractNumId w:val="11"/>
  </w:num>
  <w:num w:numId="26" w16cid:durableId="442580443">
    <w:abstractNumId w:val="16"/>
  </w:num>
  <w:num w:numId="27" w16cid:durableId="664086096">
    <w:abstractNumId w:val="17"/>
    <w:lvlOverride w:ilvl="0">
      <w:startOverride w:val="1"/>
    </w:lvlOverride>
  </w:num>
  <w:num w:numId="28" w16cid:durableId="1516846190">
    <w:abstractNumId w:val="17"/>
    <w:lvlOverride w:ilvl="0">
      <w:startOverride w:val="1"/>
    </w:lvlOverride>
  </w:num>
  <w:num w:numId="29" w16cid:durableId="119060508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643197893">
    <w:abstractNumId w:val="17"/>
    <w:lvlOverride w:ilvl="0">
      <w:startOverride w:val="1"/>
    </w:lvlOverride>
  </w:num>
  <w:num w:numId="31" w16cid:durableId="716659071">
    <w:abstractNumId w:val="17"/>
    <w:lvlOverride w:ilvl="0">
      <w:startOverride w:val="1"/>
    </w:lvlOverride>
  </w:num>
  <w:num w:numId="32" w16cid:durableId="1153710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112049587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238053294">
    <w:abstractNumId w:val="17"/>
  </w:num>
  <w:num w:numId="35" w16cid:durableId="727922465">
    <w:abstractNumId w:val="17"/>
    <w:lvlOverride w:ilvl="0">
      <w:startOverride w:val="1"/>
    </w:lvlOverride>
  </w:num>
  <w:num w:numId="36" w16cid:durableId="1762219902">
    <w:abstractNumId w:val="17"/>
    <w:lvlOverride w:ilvl="0">
      <w:startOverride w:val="1"/>
    </w:lvlOverride>
  </w:num>
  <w:num w:numId="37" w16cid:durableId="2074308046">
    <w:abstractNumId w:val="17"/>
    <w:lvlOverride w:ilvl="0">
      <w:startOverride w:val="1"/>
    </w:lvlOverride>
  </w:num>
  <w:num w:numId="38" w16cid:durableId="497885077">
    <w:abstractNumId w:val="17"/>
    <w:lvlOverride w:ilvl="0">
      <w:startOverride w:val="1"/>
    </w:lvlOverride>
  </w:num>
  <w:num w:numId="39" w16cid:durableId="170801327">
    <w:abstractNumId w:val="12"/>
  </w:num>
  <w:num w:numId="40" w16cid:durableId="666979452">
    <w:abstractNumId w:val="17"/>
    <w:lvlOverride w:ilvl="0">
      <w:startOverride w:val="1"/>
    </w:lvlOverride>
  </w:num>
  <w:num w:numId="41" w16cid:durableId="1771241887">
    <w:abstractNumId w:val="17"/>
    <w:lvlOverride w:ilvl="0">
      <w:startOverride w:val="1"/>
    </w:lvlOverride>
  </w:num>
  <w:num w:numId="42" w16cid:durableId="1201168558">
    <w:abstractNumId w:val="14"/>
  </w:num>
  <w:num w:numId="43" w16cid:durableId="447938646">
    <w:abstractNumId w:val="6"/>
    <w:lvlOverride w:ilvl="0">
      <w:startOverride w:val="1"/>
    </w:lvlOverride>
  </w:num>
  <w:num w:numId="44" w16cid:durableId="1555502427">
    <w:abstractNumId w:val="16"/>
  </w:num>
  <w:num w:numId="45" w16cid:durableId="609974920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F23"/>
    <w:rsid w:val="00012C23"/>
    <w:rsid w:val="00042ED9"/>
    <w:rsid w:val="000531B6"/>
    <w:rsid w:val="00053E45"/>
    <w:rsid w:val="00057DC4"/>
    <w:rsid w:val="000644FC"/>
    <w:rsid w:val="00064984"/>
    <w:rsid w:val="00094F86"/>
    <w:rsid w:val="000956E4"/>
    <w:rsid w:val="000B5800"/>
    <w:rsid w:val="000C2EC2"/>
    <w:rsid w:val="000D1807"/>
    <w:rsid w:val="000D5C53"/>
    <w:rsid w:val="0010008A"/>
    <w:rsid w:val="0011783B"/>
    <w:rsid w:val="00160174"/>
    <w:rsid w:val="00165C22"/>
    <w:rsid w:val="00196FA5"/>
    <w:rsid w:val="001A3577"/>
    <w:rsid w:val="001E0779"/>
    <w:rsid w:val="001E4AE1"/>
    <w:rsid w:val="00200928"/>
    <w:rsid w:val="0021383E"/>
    <w:rsid w:val="00225CCB"/>
    <w:rsid w:val="002311BD"/>
    <w:rsid w:val="00236192"/>
    <w:rsid w:val="00241E3B"/>
    <w:rsid w:val="00293685"/>
    <w:rsid w:val="00296E99"/>
    <w:rsid w:val="002D6E65"/>
    <w:rsid w:val="00301F04"/>
    <w:rsid w:val="00301F73"/>
    <w:rsid w:val="00325F23"/>
    <w:rsid w:val="003374C8"/>
    <w:rsid w:val="00366215"/>
    <w:rsid w:val="00366494"/>
    <w:rsid w:val="00376450"/>
    <w:rsid w:val="00382879"/>
    <w:rsid w:val="00396436"/>
    <w:rsid w:val="00396616"/>
    <w:rsid w:val="003B04D7"/>
    <w:rsid w:val="003D29FF"/>
    <w:rsid w:val="004069C9"/>
    <w:rsid w:val="00435F19"/>
    <w:rsid w:val="00447C5A"/>
    <w:rsid w:val="004751E1"/>
    <w:rsid w:val="00480FFC"/>
    <w:rsid w:val="004C7D6A"/>
    <w:rsid w:val="00502364"/>
    <w:rsid w:val="005077B4"/>
    <w:rsid w:val="00522CFB"/>
    <w:rsid w:val="00584CA6"/>
    <w:rsid w:val="00595FD1"/>
    <w:rsid w:val="005A17CE"/>
    <w:rsid w:val="005C02F6"/>
    <w:rsid w:val="005E645B"/>
    <w:rsid w:val="00605CAF"/>
    <w:rsid w:val="00615C8C"/>
    <w:rsid w:val="006173D6"/>
    <w:rsid w:val="00645234"/>
    <w:rsid w:val="00645744"/>
    <w:rsid w:val="0064780C"/>
    <w:rsid w:val="006748C2"/>
    <w:rsid w:val="00675F77"/>
    <w:rsid w:val="00677A3E"/>
    <w:rsid w:val="00681A18"/>
    <w:rsid w:val="0068746C"/>
    <w:rsid w:val="006A7EE9"/>
    <w:rsid w:val="006D3D48"/>
    <w:rsid w:val="006F1FF9"/>
    <w:rsid w:val="006F4C42"/>
    <w:rsid w:val="006F7EA6"/>
    <w:rsid w:val="00716479"/>
    <w:rsid w:val="00722F45"/>
    <w:rsid w:val="00735983"/>
    <w:rsid w:val="00757C24"/>
    <w:rsid w:val="0079684F"/>
    <w:rsid w:val="00796E28"/>
    <w:rsid w:val="007A38BC"/>
    <w:rsid w:val="007A3BA7"/>
    <w:rsid w:val="007B3984"/>
    <w:rsid w:val="007B760E"/>
    <w:rsid w:val="007C7592"/>
    <w:rsid w:val="00806649"/>
    <w:rsid w:val="00822912"/>
    <w:rsid w:val="008258A0"/>
    <w:rsid w:val="00836140"/>
    <w:rsid w:val="00837B10"/>
    <w:rsid w:val="00837C48"/>
    <w:rsid w:val="00842847"/>
    <w:rsid w:val="00850E8A"/>
    <w:rsid w:val="0085335D"/>
    <w:rsid w:val="0086027A"/>
    <w:rsid w:val="00871610"/>
    <w:rsid w:val="008973BD"/>
    <w:rsid w:val="008A226A"/>
    <w:rsid w:val="008A36C2"/>
    <w:rsid w:val="008D79D7"/>
    <w:rsid w:val="008E0A8C"/>
    <w:rsid w:val="009066E2"/>
    <w:rsid w:val="00917969"/>
    <w:rsid w:val="00920BCB"/>
    <w:rsid w:val="00933865"/>
    <w:rsid w:val="00935A38"/>
    <w:rsid w:val="0093763E"/>
    <w:rsid w:val="00952824"/>
    <w:rsid w:val="00976278"/>
    <w:rsid w:val="0099213A"/>
    <w:rsid w:val="00994CF2"/>
    <w:rsid w:val="009D4CFB"/>
    <w:rsid w:val="009F629D"/>
    <w:rsid w:val="00A06F9F"/>
    <w:rsid w:val="00A2052F"/>
    <w:rsid w:val="00A32682"/>
    <w:rsid w:val="00A42BAC"/>
    <w:rsid w:val="00A46DF2"/>
    <w:rsid w:val="00A545BB"/>
    <w:rsid w:val="00A70488"/>
    <w:rsid w:val="00AA4283"/>
    <w:rsid w:val="00AA6358"/>
    <w:rsid w:val="00AA6519"/>
    <w:rsid w:val="00AC38E1"/>
    <w:rsid w:val="00AD35B2"/>
    <w:rsid w:val="00AD7CDE"/>
    <w:rsid w:val="00B310B3"/>
    <w:rsid w:val="00B56508"/>
    <w:rsid w:val="00B605D7"/>
    <w:rsid w:val="00BC3601"/>
    <w:rsid w:val="00BE2B10"/>
    <w:rsid w:val="00C27117"/>
    <w:rsid w:val="00C31863"/>
    <w:rsid w:val="00C3790A"/>
    <w:rsid w:val="00C773DF"/>
    <w:rsid w:val="00C83F87"/>
    <w:rsid w:val="00CA63C9"/>
    <w:rsid w:val="00CE1779"/>
    <w:rsid w:val="00CF415D"/>
    <w:rsid w:val="00D1693D"/>
    <w:rsid w:val="00D270DE"/>
    <w:rsid w:val="00D5056C"/>
    <w:rsid w:val="00DA7FFC"/>
    <w:rsid w:val="00DD1C6C"/>
    <w:rsid w:val="00DE4672"/>
    <w:rsid w:val="00E000C2"/>
    <w:rsid w:val="00E244BC"/>
    <w:rsid w:val="00E321B4"/>
    <w:rsid w:val="00E449EA"/>
    <w:rsid w:val="00E62CBD"/>
    <w:rsid w:val="00E843D7"/>
    <w:rsid w:val="00E937CE"/>
    <w:rsid w:val="00EE2FA7"/>
    <w:rsid w:val="00EF2710"/>
    <w:rsid w:val="00F15046"/>
    <w:rsid w:val="00F35616"/>
    <w:rsid w:val="00F5494A"/>
    <w:rsid w:val="00F65365"/>
    <w:rsid w:val="00F663C2"/>
    <w:rsid w:val="00F70466"/>
    <w:rsid w:val="00F933C0"/>
    <w:rsid w:val="00FC601C"/>
    <w:rsid w:val="00FD5CB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F20F1F"/>
  <w15:docId w15:val="{61661B6B-2CF7-4ABC-9B01-39B094B6F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325F23"/>
    <w:pPr>
      <w:widowControl/>
      <w:autoSpaceDE/>
      <w:autoSpaceDN/>
      <w:spacing w:before="80" w:after="80" w:line="276" w:lineRule="auto"/>
      <w:ind w:left="0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325F23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301F04"/>
    <w:pPr>
      <w:spacing w:line="245" w:lineRule="auto"/>
    </w:pPr>
    <w:rPr>
      <w:rFonts w:ascii="Arial" w:hAnsi="Arial"/>
      <w:b/>
      <w:sz w:val="28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301F04"/>
    <w:rPr>
      <w:rFonts w:ascii="Arial" w:eastAsia="Microsoft Sans Serif" w:hAnsi="Arial" w:cs="Microsoft Sans Serif"/>
      <w:b/>
      <w:sz w:val="28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138E8-8E73-480B-8361-938ECF188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9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Alina Ovchinnikova</cp:lastModifiedBy>
  <cp:revision>8</cp:revision>
  <cp:lastPrinted>2023-04-18T16:29:00Z</cp:lastPrinted>
  <dcterms:created xsi:type="dcterms:W3CDTF">2023-04-20T15:05:00Z</dcterms:created>
  <dcterms:modified xsi:type="dcterms:W3CDTF">2024-10-17T14:14:00Z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