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9498B" w14:textId="4F455AA8" w:rsidR="00134E8A" w:rsidRDefault="00134E8A" w:rsidP="00960AB7">
      <w:pPr>
        <w:pStyle w:val="affa"/>
      </w:pPr>
      <w:r>
        <w:t>Приложение №1</w:t>
      </w:r>
      <w:r w:rsidR="005F2386">
        <w:t>3</w:t>
      </w:r>
    </w:p>
    <w:p w14:paraId="3DB71703" w14:textId="77777777" w:rsidR="00134E8A" w:rsidRDefault="00134E8A" w:rsidP="00960AB7">
      <w:pPr>
        <w:pStyle w:val="affa"/>
      </w:pPr>
    </w:p>
    <w:p w14:paraId="33FAACCD" w14:textId="77777777" w:rsidR="00960AB7" w:rsidRDefault="00960AB7" w:rsidP="00960AB7">
      <w:pPr>
        <w:pStyle w:val="affa"/>
      </w:pPr>
      <w:r>
        <w:t xml:space="preserve">Поручение на отказ от исполнения сделки РЕПО </w:t>
      </w:r>
    </w:p>
    <w:p w14:paraId="32C3FEBA" w14:textId="77777777" w:rsidR="00301F04" w:rsidRDefault="00960AB7" w:rsidP="00960AB7">
      <w:pPr>
        <w:pStyle w:val="af9"/>
      </w:pPr>
      <w:r>
        <w:t xml:space="preserve">№_____ от </w:t>
      </w:r>
      <w:r w:rsidR="008B2C1E">
        <w:t>_____</w:t>
      </w:r>
      <w:r w:rsidR="008B2C1E" w:rsidRPr="00952EB7">
        <w:t>/</w:t>
      </w:r>
      <w:r>
        <w:t xml:space="preserve"> </w:t>
      </w:r>
      <w:r w:rsidR="008B2C1E">
        <w:t>_____</w:t>
      </w:r>
      <w:r w:rsidR="008B2C1E" w:rsidRPr="00952EB7">
        <w:t xml:space="preserve">/ </w:t>
      </w:r>
      <w:r>
        <w:t>202_</w:t>
      </w:r>
    </w:p>
    <w:p w14:paraId="240FFFA3" w14:textId="77777777" w:rsidR="00960AB7" w:rsidRDefault="00960AB7" w:rsidP="009F629D">
      <w:pPr>
        <w:pStyle w:val="af5"/>
      </w:pPr>
    </w:p>
    <w:p w14:paraId="14CED06E" w14:textId="77777777" w:rsidR="00301F04" w:rsidRDefault="00301F04" w:rsidP="009F629D">
      <w:pPr>
        <w:pStyle w:val="af5"/>
      </w:pPr>
      <w:r>
        <w:t>Сведения о клиенте:</w:t>
      </w:r>
    </w:p>
    <w:p w14:paraId="5D1ED8FC" w14:textId="77777777" w:rsidR="00301F04" w:rsidRDefault="00C547C8" w:rsidP="00C547C8">
      <w:pPr>
        <w:pStyle w:val="af3"/>
      </w:pPr>
      <w:r>
        <w:t>ФИО</w:t>
      </w:r>
      <w:r w:rsidR="00301F04">
        <w:t xml:space="preserve"> / Наименование _______________________________________________________________</w:t>
      </w:r>
      <w:r>
        <w:t>_______</w:t>
      </w:r>
      <w:r w:rsidR="00301F04">
        <w:t>________</w:t>
      </w:r>
    </w:p>
    <w:p w14:paraId="03773143" w14:textId="77777777" w:rsidR="00301F04" w:rsidRDefault="00301F04" w:rsidP="00C547C8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0EA99888" w14:textId="77777777" w:rsidR="00301F04" w:rsidRDefault="00C547C8" w:rsidP="00C547C8">
      <w:pPr>
        <w:pStyle w:val="af3"/>
      </w:pPr>
      <w:r w:rsidRPr="00C547C8">
        <w:t>Настоящим поручаю Брокеру заключить соглашение с контрагентом по сделке о прекращении обязательств предоставлением взамен отступного на нижеследующих условиях.</w:t>
      </w:r>
    </w:p>
    <w:p w14:paraId="1B4D4DEF" w14:textId="77777777" w:rsidR="00C547C8" w:rsidRDefault="00C547C8" w:rsidP="00C547C8">
      <w:pPr>
        <w:pStyle w:val="af3"/>
      </w:pPr>
    </w:p>
    <w:p w14:paraId="7FB389F6" w14:textId="77777777" w:rsidR="00301F04" w:rsidRDefault="00301F04" w:rsidP="009F629D">
      <w:pPr>
        <w:pStyle w:val="af5"/>
      </w:pPr>
      <w:r>
        <w:t xml:space="preserve">Параметры </w:t>
      </w:r>
      <w:r w:rsidR="00C547C8">
        <w:t>прекращения обязательств по сделке</w:t>
      </w:r>
      <w:r>
        <w:t>:</w:t>
      </w:r>
    </w:p>
    <w:p w14:paraId="25C08ECA" w14:textId="77777777" w:rsidR="00301F04" w:rsidRDefault="00C547C8" w:rsidP="00C547C8">
      <w:pPr>
        <w:pStyle w:val="af3"/>
      </w:pPr>
      <w:r>
        <w:t xml:space="preserve">№ сделки РЕПО </w:t>
      </w:r>
      <w:r w:rsidR="00301F04" w:rsidRPr="00D270DE">
        <w:t>_</w:t>
      </w:r>
      <w:r>
        <w:t>______</w:t>
      </w:r>
      <w:r w:rsidR="00301F04" w:rsidRPr="00D270DE">
        <w:t>________________________</w:t>
      </w:r>
      <w:r>
        <w:t xml:space="preserve"> Дата сделки РЕПО___</w:t>
      </w:r>
      <w:r w:rsidR="00301F04" w:rsidRPr="00D270DE">
        <w:t>__________________</w:t>
      </w:r>
      <w:r w:rsidR="00301F04">
        <w:t>_______</w:t>
      </w:r>
      <w:r>
        <w:t>_</w:t>
      </w:r>
      <w:r w:rsidR="00301F04">
        <w:t>______</w:t>
      </w:r>
    </w:p>
    <w:p w14:paraId="6732AEED" w14:textId="77777777" w:rsidR="00301F04" w:rsidRPr="00C547C8" w:rsidRDefault="00C547C8" w:rsidP="00C547C8">
      <w:pPr>
        <w:pStyle w:val="af3"/>
      </w:pPr>
      <w:r w:rsidRPr="00C547C8">
        <w:t>Объем сделки РЕПО (первая часть)</w:t>
      </w:r>
      <w:r>
        <w:t xml:space="preserve"> __________________________________________________________________</w:t>
      </w:r>
    </w:p>
    <w:p w14:paraId="1E6DA83F" w14:textId="77777777" w:rsidR="00301F04" w:rsidRDefault="00C547C8" w:rsidP="00C547C8">
      <w:pPr>
        <w:pStyle w:val="af3"/>
      </w:pPr>
      <w:r>
        <w:t>Отступное заплатить</w:t>
      </w:r>
      <w:r w:rsidR="00301F04">
        <w:t xml:space="preserve"> _________________________________</w:t>
      </w:r>
      <w:r>
        <w:t>_____________________________</w:t>
      </w:r>
      <w:r w:rsidR="00301F04">
        <w:t>________________</w:t>
      </w:r>
    </w:p>
    <w:p w14:paraId="6FDC2CCF" w14:textId="77777777" w:rsidR="00301F04" w:rsidRDefault="00C547C8" w:rsidP="00C547C8">
      <w:pPr>
        <w:pStyle w:val="af3"/>
      </w:pPr>
      <w:r>
        <w:t>Отступное получить</w:t>
      </w:r>
      <w:r w:rsidR="00301F04">
        <w:t xml:space="preserve"> ________________________________________</w:t>
      </w:r>
      <w:r>
        <w:t>__________________</w:t>
      </w:r>
      <w:r w:rsidR="00301F04">
        <w:t>_________________</w:t>
      </w:r>
      <w:r>
        <w:t>_</w:t>
      </w:r>
      <w:r w:rsidR="00301F04">
        <w:t>___</w:t>
      </w:r>
    </w:p>
    <w:p w14:paraId="6CAFFCAE" w14:textId="77777777" w:rsidR="00F65365" w:rsidRDefault="00C547C8" w:rsidP="00C547C8">
      <w:pPr>
        <w:pStyle w:val="af3"/>
      </w:pPr>
      <w:r>
        <w:t>Эмитент _______________________________________________________________________________________</w:t>
      </w:r>
      <w:r w:rsidR="00952EB7" w:rsidRPr="00952EB7">
        <w:t>_</w:t>
      </w:r>
      <w:r>
        <w:t>_</w:t>
      </w:r>
    </w:p>
    <w:p w14:paraId="367D863D" w14:textId="77777777" w:rsidR="00F65365" w:rsidRDefault="00F65365" w:rsidP="00C547C8">
      <w:pPr>
        <w:pStyle w:val="af3"/>
      </w:pPr>
      <w:r>
        <w:t>Вид, тип ЦБ, номер выпуска, иная информация, однозначно идентифицирующая ЦБ (АО, АП, ПАЙ, облигация и т.д.) _________________</w:t>
      </w:r>
      <w:r w:rsidR="00C547C8">
        <w:t>____________________________</w:t>
      </w:r>
      <w:r>
        <w:t>_______________________________</w:t>
      </w:r>
      <w:r w:rsidR="00615C8C">
        <w:t>___</w:t>
      </w:r>
      <w:r>
        <w:t>___</w:t>
      </w:r>
      <w:r w:rsidR="00952EB7" w:rsidRPr="00134E8A">
        <w:t>_</w:t>
      </w:r>
      <w:r>
        <w:t>__________</w:t>
      </w:r>
    </w:p>
    <w:p w14:paraId="0893A2B6" w14:textId="77777777" w:rsidR="00F65365" w:rsidRDefault="00F65365" w:rsidP="00C547C8">
      <w:pPr>
        <w:pStyle w:val="af3"/>
      </w:pPr>
      <w:r>
        <w:t>Кол-во ЦБ _</w:t>
      </w:r>
      <w:r w:rsidR="00C547C8">
        <w:t>____________________</w:t>
      </w:r>
      <w:r>
        <w:t>___</w:t>
      </w:r>
      <w:r w:rsidR="00C547C8" w:rsidRPr="00C547C8">
        <w:t xml:space="preserve"> </w:t>
      </w:r>
      <w:r w:rsidR="00C547C8">
        <w:t>Место заключения ___________________________</w:t>
      </w:r>
      <w:r>
        <w:t>____________________</w:t>
      </w:r>
    </w:p>
    <w:p w14:paraId="22D5DDB6" w14:textId="77777777" w:rsidR="00F65365" w:rsidRDefault="00F65365" w:rsidP="00C547C8">
      <w:pPr>
        <w:pStyle w:val="af3"/>
      </w:pPr>
    </w:p>
    <w:p w14:paraId="01A74E70" w14:textId="77777777" w:rsidR="00F65365" w:rsidRDefault="00F65365" w:rsidP="00C547C8">
      <w:pPr>
        <w:pStyle w:val="af3"/>
      </w:pPr>
    </w:p>
    <w:p w14:paraId="0A78BE76" w14:textId="77777777" w:rsidR="00F65365" w:rsidRDefault="00F65365" w:rsidP="00C547C8">
      <w:pPr>
        <w:pStyle w:val="af3"/>
      </w:pPr>
      <w:r>
        <w:t>Дополнительные условия__________________________________________________________________________</w:t>
      </w:r>
    </w:p>
    <w:p w14:paraId="552F68F1" w14:textId="77777777" w:rsidR="00F65365" w:rsidRDefault="00F65365" w:rsidP="00293685">
      <w:pPr>
        <w:pStyle w:val="af1"/>
      </w:pPr>
    </w:p>
    <w:p w14:paraId="16D9D41C" w14:textId="77777777" w:rsidR="007A3BA7" w:rsidRDefault="007A3BA7" w:rsidP="00C547C8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3DAAFD34" w14:textId="77777777" w:rsidR="00F65365" w:rsidRDefault="007A3BA7" w:rsidP="00C547C8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proofErr w:type="gramStart"/>
      <w:r w:rsidRPr="00482FCF">
        <w:tab/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63C09538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6E2983AC" w14:textId="77777777" w:rsidR="00F65365" w:rsidRDefault="00F65365" w:rsidP="00F65365">
      <w:pPr>
        <w:pStyle w:val="af1"/>
      </w:pPr>
      <w:r>
        <w:t>Служебные отметки</w:t>
      </w:r>
    </w:p>
    <w:p w14:paraId="49AD40C4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1A572F29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169A6C9B" w14:textId="77777777" w:rsidR="00F65365" w:rsidRPr="00C77EF1" w:rsidRDefault="00F65365" w:rsidP="00730D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Дата получения </w:t>
            </w:r>
            <w:r w:rsidR="00730D38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3120" w:type="dxa"/>
          </w:tcPr>
          <w:p w14:paraId="3D454223" w14:textId="77777777" w:rsidR="00F65365" w:rsidRPr="00C77EF1" w:rsidRDefault="00F65365" w:rsidP="00730D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Время получения </w:t>
            </w:r>
            <w:r w:rsidR="00730D38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4420" w:type="dxa"/>
          </w:tcPr>
          <w:p w14:paraId="25070BAA" w14:textId="77777777" w:rsidR="00F65365" w:rsidRPr="00C77EF1" w:rsidRDefault="00F65365" w:rsidP="00730D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Сотрудник, принявший </w:t>
            </w:r>
            <w:r w:rsidR="00730D38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</w:tr>
      <w:tr w:rsidR="00F65365" w:rsidRPr="001C0B46" w14:paraId="7C4C5F12" w14:textId="77777777" w:rsidTr="004732B4">
        <w:trPr>
          <w:trHeight w:val="450"/>
        </w:trPr>
        <w:tc>
          <w:tcPr>
            <w:tcW w:w="3233" w:type="dxa"/>
          </w:tcPr>
          <w:p w14:paraId="1DB8E66D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596CB5B8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3A8430AE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18E829E8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4CA0F" w14:textId="77777777" w:rsidR="00F427FD" w:rsidRDefault="00F427FD">
      <w:r>
        <w:separator/>
      </w:r>
    </w:p>
  </w:endnote>
  <w:endnote w:type="continuationSeparator" w:id="0">
    <w:p w14:paraId="01FA3E4D" w14:textId="77777777" w:rsidR="00F427FD" w:rsidRDefault="00F42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2A20133" w14:textId="77777777" w:rsidR="00053E45" w:rsidRPr="00EF2710" w:rsidRDefault="00BC13D4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1CA1B802" wp14:editId="031CE58B">
              <wp:simplePos x="0" y="0"/>
              <wp:positionH relativeFrom="column">
                <wp:posOffset>-510540</wp:posOffset>
              </wp:positionH>
              <wp:positionV relativeFrom="page">
                <wp:posOffset>9925685</wp:posOffset>
              </wp:positionV>
              <wp:extent cx="7861300" cy="146685"/>
              <wp:effectExtent l="0" t="0" r="635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053E45" w:rsidRPr="00EF2710">
          <w:rPr>
            <w:rStyle w:val="af8"/>
          </w:rPr>
          <w:fldChar w:fldCharType="begin"/>
        </w:r>
        <w:r w:rsidR="00053E45" w:rsidRPr="00EF2710">
          <w:rPr>
            <w:rStyle w:val="af8"/>
          </w:rPr>
          <w:instrText>PAGE   \* MERGEFORMAT</w:instrText>
        </w:r>
        <w:r w:rsidR="00053E45" w:rsidRPr="00EF2710">
          <w:rPr>
            <w:rStyle w:val="af8"/>
          </w:rPr>
          <w:fldChar w:fldCharType="separate"/>
        </w:r>
        <w:r w:rsidR="00C547C8">
          <w:rPr>
            <w:rStyle w:val="af8"/>
            <w:noProof/>
          </w:rPr>
          <w:t>1</w:t>
        </w:r>
        <w:r w:rsidR="00053E45" w:rsidRPr="00EF2710">
          <w:rPr>
            <w:rStyle w:val="af8"/>
          </w:rPr>
          <w:fldChar w:fldCharType="end"/>
        </w:r>
      </w:p>
    </w:sdtContent>
  </w:sdt>
  <w:p w14:paraId="2C14DB4B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D6125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5C91EFB3" wp14:editId="65A59927">
          <wp:simplePos x="0" y="0"/>
          <wp:positionH relativeFrom="column">
            <wp:posOffset>-449580</wp:posOffset>
          </wp:positionH>
          <wp:positionV relativeFrom="page">
            <wp:posOffset>9926955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C6035" w14:textId="77777777" w:rsidR="00F427FD" w:rsidRDefault="00F427FD">
      <w:r>
        <w:separator/>
      </w:r>
    </w:p>
  </w:footnote>
  <w:footnote w:type="continuationSeparator" w:id="0">
    <w:p w14:paraId="5579A22A" w14:textId="77777777" w:rsidR="00F427FD" w:rsidRDefault="00F42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F502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5C94D165" wp14:editId="5431FC1D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260E3E" w14:textId="77777777" w:rsidR="00053E45" w:rsidRDefault="00053E45">
    <w:pPr>
      <w:pStyle w:val="a5"/>
      <w:spacing w:line="14" w:lineRule="auto"/>
      <w:ind w:left="0" w:firstLine="0"/>
    </w:pPr>
  </w:p>
  <w:p w14:paraId="40FD230F" w14:textId="77777777" w:rsidR="00053E45" w:rsidRDefault="00053E45">
    <w:pPr>
      <w:pStyle w:val="a5"/>
      <w:spacing w:line="14" w:lineRule="auto"/>
      <w:ind w:left="0" w:firstLine="0"/>
    </w:pPr>
  </w:p>
  <w:p w14:paraId="4A36DBAD" w14:textId="77777777" w:rsidR="00053E45" w:rsidRDefault="00053E45">
    <w:pPr>
      <w:pStyle w:val="a5"/>
      <w:spacing w:line="14" w:lineRule="auto"/>
      <w:ind w:left="0" w:firstLine="0"/>
    </w:pPr>
  </w:p>
  <w:p w14:paraId="359664E6" w14:textId="77777777" w:rsidR="00053E45" w:rsidRDefault="00053E45">
    <w:pPr>
      <w:pStyle w:val="a5"/>
      <w:spacing w:line="14" w:lineRule="auto"/>
      <w:ind w:left="0" w:firstLine="0"/>
    </w:pPr>
  </w:p>
  <w:p w14:paraId="65A9985B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4C5C9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069EBD8C" wp14:editId="12DA523F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367880">
    <w:abstractNumId w:val="10"/>
  </w:num>
  <w:num w:numId="2" w16cid:durableId="1261061896">
    <w:abstractNumId w:val="14"/>
  </w:num>
  <w:num w:numId="3" w16cid:durableId="1789474259">
    <w:abstractNumId w:val="12"/>
  </w:num>
  <w:num w:numId="4" w16cid:durableId="1282416979">
    <w:abstractNumId w:val="17"/>
  </w:num>
  <w:num w:numId="5" w16cid:durableId="1183474039">
    <w:abstractNumId w:val="3"/>
  </w:num>
  <w:num w:numId="6" w16cid:durableId="1945068409">
    <w:abstractNumId w:val="15"/>
  </w:num>
  <w:num w:numId="7" w16cid:durableId="1237978189">
    <w:abstractNumId w:val="8"/>
  </w:num>
  <w:num w:numId="8" w16cid:durableId="1772159297">
    <w:abstractNumId w:val="11"/>
  </w:num>
  <w:num w:numId="9" w16cid:durableId="302394685">
    <w:abstractNumId w:val="16"/>
  </w:num>
  <w:num w:numId="10" w16cid:durableId="1328483651">
    <w:abstractNumId w:val="19"/>
  </w:num>
  <w:num w:numId="11" w16cid:durableId="1936090582">
    <w:abstractNumId w:val="2"/>
  </w:num>
  <w:num w:numId="12" w16cid:durableId="467862825">
    <w:abstractNumId w:val="18"/>
  </w:num>
  <w:num w:numId="13" w16cid:durableId="866792889">
    <w:abstractNumId w:val="13"/>
  </w:num>
  <w:num w:numId="14" w16cid:durableId="2068186607">
    <w:abstractNumId w:val="7"/>
  </w:num>
  <w:num w:numId="15" w16cid:durableId="1695613609">
    <w:abstractNumId w:val="6"/>
  </w:num>
  <w:num w:numId="16" w16cid:durableId="637615621">
    <w:abstractNumId w:val="4"/>
  </w:num>
  <w:num w:numId="17" w16cid:durableId="2061325319">
    <w:abstractNumId w:val="0"/>
  </w:num>
  <w:num w:numId="18" w16cid:durableId="1725105907">
    <w:abstractNumId w:val="9"/>
  </w:num>
  <w:num w:numId="19" w16cid:durableId="1104375023">
    <w:abstractNumId w:val="1"/>
  </w:num>
  <w:num w:numId="20" w16cid:durableId="1485973130">
    <w:abstractNumId w:val="5"/>
  </w:num>
  <w:num w:numId="21" w16cid:durableId="262498904">
    <w:abstractNumId w:val="20"/>
  </w:num>
  <w:num w:numId="22" w16cid:durableId="4395686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9877389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20663683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49309590">
    <w:abstractNumId w:val="11"/>
  </w:num>
  <w:num w:numId="26" w16cid:durableId="354884337">
    <w:abstractNumId w:val="16"/>
  </w:num>
  <w:num w:numId="27" w16cid:durableId="1660845315">
    <w:abstractNumId w:val="17"/>
    <w:lvlOverride w:ilvl="0">
      <w:startOverride w:val="1"/>
    </w:lvlOverride>
  </w:num>
  <w:num w:numId="28" w16cid:durableId="1871264805">
    <w:abstractNumId w:val="17"/>
    <w:lvlOverride w:ilvl="0">
      <w:startOverride w:val="1"/>
    </w:lvlOverride>
  </w:num>
  <w:num w:numId="29" w16cid:durableId="16866662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304550986">
    <w:abstractNumId w:val="17"/>
    <w:lvlOverride w:ilvl="0">
      <w:startOverride w:val="1"/>
    </w:lvlOverride>
  </w:num>
  <w:num w:numId="31" w16cid:durableId="43529718">
    <w:abstractNumId w:val="17"/>
    <w:lvlOverride w:ilvl="0">
      <w:startOverride w:val="1"/>
    </w:lvlOverride>
  </w:num>
  <w:num w:numId="32" w16cid:durableId="10609791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9665048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2099905043">
    <w:abstractNumId w:val="17"/>
  </w:num>
  <w:num w:numId="35" w16cid:durableId="2030790360">
    <w:abstractNumId w:val="17"/>
    <w:lvlOverride w:ilvl="0">
      <w:startOverride w:val="1"/>
    </w:lvlOverride>
  </w:num>
  <w:num w:numId="36" w16cid:durableId="1409882179">
    <w:abstractNumId w:val="17"/>
    <w:lvlOverride w:ilvl="0">
      <w:startOverride w:val="1"/>
    </w:lvlOverride>
  </w:num>
  <w:num w:numId="37" w16cid:durableId="1522742609">
    <w:abstractNumId w:val="17"/>
    <w:lvlOverride w:ilvl="0">
      <w:startOverride w:val="1"/>
    </w:lvlOverride>
  </w:num>
  <w:num w:numId="38" w16cid:durableId="1495298683">
    <w:abstractNumId w:val="17"/>
    <w:lvlOverride w:ilvl="0">
      <w:startOverride w:val="1"/>
    </w:lvlOverride>
  </w:num>
  <w:num w:numId="39" w16cid:durableId="1599633787">
    <w:abstractNumId w:val="12"/>
  </w:num>
  <w:num w:numId="40" w16cid:durableId="1923097068">
    <w:abstractNumId w:val="17"/>
    <w:lvlOverride w:ilvl="0">
      <w:startOverride w:val="1"/>
    </w:lvlOverride>
  </w:num>
  <w:num w:numId="41" w16cid:durableId="637035235">
    <w:abstractNumId w:val="17"/>
    <w:lvlOverride w:ilvl="0">
      <w:startOverride w:val="1"/>
    </w:lvlOverride>
  </w:num>
  <w:num w:numId="42" w16cid:durableId="792672420">
    <w:abstractNumId w:val="14"/>
  </w:num>
  <w:num w:numId="43" w16cid:durableId="804158983">
    <w:abstractNumId w:val="6"/>
    <w:lvlOverride w:ilvl="0">
      <w:startOverride w:val="1"/>
    </w:lvlOverride>
  </w:num>
  <w:num w:numId="44" w16cid:durableId="1711177185">
    <w:abstractNumId w:val="16"/>
  </w:num>
  <w:num w:numId="45" w16cid:durableId="985281746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3D4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34E8A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3D3890"/>
    <w:rsid w:val="004069C9"/>
    <w:rsid w:val="00435F19"/>
    <w:rsid w:val="00447C5A"/>
    <w:rsid w:val="004751E1"/>
    <w:rsid w:val="00480FFC"/>
    <w:rsid w:val="004C7D6A"/>
    <w:rsid w:val="00502364"/>
    <w:rsid w:val="005077B4"/>
    <w:rsid w:val="00522CFB"/>
    <w:rsid w:val="00536C7D"/>
    <w:rsid w:val="00584CA6"/>
    <w:rsid w:val="00595FD1"/>
    <w:rsid w:val="005A17CE"/>
    <w:rsid w:val="005C02F6"/>
    <w:rsid w:val="005E645B"/>
    <w:rsid w:val="005F2386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0D38"/>
    <w:rsid w:val="00735983"/>
    <w:rsid w:val="00757C24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B2C1E"/>
    <w:rsid w:val="008D79D7"/>
    <w:rsid w:val="008E0A8C"/>
    <w:rsid w:val="009066E2"/>
    <w:rsid w:val="00917969"/>
    <w:rsid w:val="00920BCB"/>
    <w:rsid w:val="00933865"/>
    <w:rsid w:val="0093763E"/>
    <w:rsid w:val="00952824"/>
    <w:rsid w:val="00952EB7"/>
    <w:rsid w:val="00960AB7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0A7E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C13D4"/>
    <w:rsid w:val="00BE2B10"/>
    <w:rsid w:val="00C27117"/>
    <w:rsid w:val="00C31863"/>
    <w:rsid w:val="00C3790A"/>
    <w:rsid w:val="00C547C8"/>
    <w:rsid w:val="00C773DF"/>
    <w:rsid w:val="00C83F87"/>
    <w:rsid w:val="00CA63C9"/>
    <w:rsid w:val="00CE1779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2571D"/>
    <w:rsid w:val="00F35616"/>
    <w:rsid w:val="00F427FD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4E236"/>
  <w15:docId w15:val="{052F73D5-2F91-43EB-AE90-2964EDDCC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C547C8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C547C8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805C0-58FD-4C42-8C28-2051711B0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12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7</cp:revision>
  <cp:lastPrinted>2023-04-20T15:01:00Z</cp:lastPrinted>
  <dcterms:created xsi:type="dcterms:W3CDTF">2023-04-20T14:27:00Z</dcterms:created>
  <dcterms:modified xsi:type="dcterms:W3CDTF">2023-09-05T14:27:00Z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